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3C083E3B" w:rsidR="008145D7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834A4A">
        <w:rPr>
          <w:szCs w:val="22"/>
        </w:rPr>
        <w:t>4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6039F9">
        <w:rPr>
          <w:lang w:eastAsia="cs-CZ"/>
        </w:rPr>
        <w:t>20230</w:t>
      </w:r>
      <w:r w:rsidR="00ED50B3">
        <w:rPr>
          <w:lang w:eastAsia="cs-CZ"/>
        </w:rPr>
        <w:t>/202</w:t>
      </w:r>
      <w:r w:rsidR="002524E7">
        <w:rPr>
          <w:lang w:eastAsia="cs-CZ"/>
        </w:rPr>
        <w:t>3</w:t>
      </w:r>
      <w:r w:rsidR="00ED50B3">
        <w:rPr>
          <w:lang w:eastAsia="cs-CZ"/>
        </w:rPr>
        <w:t xml:space="preserve">-SŽ-GŘ-O8 </w:t>
      </w:r>
    </w:p>
    <w:p w14:paraId="77EC3396" w14:textId="77777777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3B7D07D0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– </w:t>
      </w:r>
      <w:r w:rsidR="006039F9">
        <w:rPr>
          <w:rFonts w:eastAsia="Times New Roman" w:cs="Times New Roman"/>
          <w:b/>
          <w:lang w:eastAsia="cs-CZ"/>
        </w:rPr>
        <w:t>27</w:t>
      </w:r>
      <w:r w:rsidR="00834A4A">
        <w:rPr>
          <w:rFonts w:eastAsia="Times New Roman" w:cs="Times New Roman"/>
          <w:b/>
          <w:lang w:eastAsia="cs-CZ"/>
        </w:rPr>
        <w:t>. kolo“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6039F9">
        <w:rPr>
          <w:rFonts w:eastAsia="Times New Roman" w:cs="Times New Roman"/>
          <w:lang w:eastAsia="cs-CZ"/>
        </w:rPr>
        <w:t>20230</w:t>
      </w:r>
      <w:r w:rsidR="00834A4A">
        <w:rPr>
          <w:rFonts w:eastAsia="Times New Roman" w:cs="Times New Roman"/>
          <w:lang w:eastAsia="cs-CZ"/>
        </w:rPr>
        <w:t>/202</w:t>
      </w:r>
      <w:r w:rsidR="002524E7">
        <w:rPr>
          <w:rFonts w:eastAsia="Times New Roman" w:cs="Times New Roman"/>
          <w:lang w:eastAsia="cs-CZ"/>
        </w:rPr>
        <w:t>3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52EF3C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B0BA7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EB9B97" w14:textId="77777777" w:rsidR="00834A4A" w:rsidRPr="00493B1B" w:rsidRDefault="00834A4A" w:rsidP="00834A4A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0BCD562" w14:textId="77777777" w:rsidR="00834A4A" w:rsidRDefault="00834A4A" w:rsidP="00834A4A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98B4F" w14:textId="77777777" w:rsidR="00C93F41" w:rsidRDefault="00C93F41" w:rsidP="00962258">
      <w:pPr>
        <w:spacing w:after="0" w:line="240" w:lineRule="auto"/>
      </w:pPr>
      <w:r>
        <w:separator/>
      </w:r>
    </w:p>
  </w:endnote>
  <w:endnote w:type="continuationSeparator" w:id="0">
    <w:p w14:paraId="49A671B2" w14:textId="77777777" w:rsidR="00C93F41" w:rsidRDefault="00C93F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45DE3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7222A9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71BDE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EEAC77" id="Straight Connector 10" o:spid="_x0000_s1026" style="position:absolute;z-index:-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2AEBF" w14:textId="77777777" w:rsidR="00C93F41" w:rsidRDefault="00C93F41" w:rsidP="00962258">
      <w:pPr>
        <w:spacing w:after="0" w:line="240" w:lineRule="auto"/>
      </w:pPr>
      <w:r>
        <w:separator/>
      </w:r>
    </w:p>
  </w:footnote>
  <w:footnote w:type="continuationSeparator" w:id="0">
    <w:p w14:paraId="709734E4" w14:textId="77777777" w:rsidR="00C93F41" w:rsidRDefault="00C93F4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1063D"/>
    <w:rsid w:val="000263E2"/>
    <w:rsid w:val="00031460"/>
    <w:rsid w:val="00040D8F"/>
    <w:rsid w:val="00072C1E"/>
    <w:rsid w:val="000B2965"/>
    <w:rsid w:val="000E23A7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1A4559"/>
    <w:rsid w:val="00207DF5"/>
    <w:rsid w:val="002524E7"/>
    <w:rsid w:val="00255AE8"/>
    <w:rsid w:val="00280E07"/>
    <w:rsid w:val="00286E29"/>
    <w:rsid w:val="002C31BF"/>
    <w:rsid w:val="002C4EF1"/>
    <w:rsid w:val="002D08B1"/>
    <w:rsid w:val="002D21D5"/>
    <w:rsid w:val="002D2C28"/>
    <w:rsid w:val="002D725B"/>
    <w:rsid w:val="002E0CD7"/>
    <w:rsid w:val="002F5C16"/>
    <w:rsid w:val="00317055"/>
    <w:rsid w:val="00337C49"/>
    <w:rsid w:val="00341DCF"/>
    <w:rsid w:val="00357BC6"/>
    <w:rsid w:val="003956C6"/>
    <w:rsid w:val="003B04CB"/>
    <w:rsid w:val="003B4CFF"/>
    <w:rsid w:val="003F6614"/>
    <w:rsid w:val="004022C8"/>
    <w:rsid w:val="00441430"/>
    <w:rsid w:val="00450F07"/>
    <w:rsid w:val="00453CD3"/>
    <w:rsid w:val="00460660"/>
    <w:rsid w:val="00486107"/>
    <w:rsid w:val="00491827"/>
    <w:rsid w:val="004B348C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3EA7"/>
    <w:rsid w:val="00553375"/>
    <w:rsid w:val="00557C28"/>
    <w:rsid w:val="005736B7"/>
    <w:rsid w:val="00575E5A"/>
    <w:rsid w:val="005F1404"/>
    <w:rsid w:val="006039F9"/>
    <w:rsid w:val="0061068E"/>
    <w:rsid w:val="00633D92"/>
    <w:rsid w:val="00660AD3"/>
    <w:rsid w:val="00664499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69BD"/>
    <w:rsid w:val="00743525"/>
    <w:rsid w:val="0076286B"/>
    <w:rsid w:val="00766846"/>
    <w:rsid w:val="0077673A"/>
    <w:rsid w:val="007846E1"/>
    <w:rsid w:val="007B570C"/>
    <w:rsid w:val="007C06F7"/>
    <w:rsid w:val="007C589B"/>
    <w:rsid w:val="007E4A6E"/>
    <w:rsid w:val="007F56A7"/>
    <w:rsid w:val="00807DD0"/>
    <w:rsid w:val="008145D7"/>
    <w:rsid w:val="0083195C"/>
    <w:rsid w:val="00834A4A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17B5F"/>
    <w:rsid w:val="00C44F6A"/>
    <w:rsid w:val="00C47AE3"/>
    <w:rsid w:val="00C6477B"/>
    <w:rsid w:val="00C93F41"/>
    <w:rsid w:val="00CD1FC4"/>
    <w:rsid w:val="00D21061"/>
    <w:rsid w:val="00D4108E"/>
    <w:rsid w:val="00D6163D"/>
    <w:rsid w:val="00D73D46"/>
    <w:rsid w:val="00D8023F"/>
    <w:rsid w:val="00D831A3"/>
    <w:rsid w:val="00D92804"/>
    <w:rsid w:val="00DC75F3"/>
    <w:rsid w:val="00DD46F3"/>
    <w:rsid w:val="00DE56F2"/>
    <w:rsid w:val="00DF09FD"/>
    <w:rsid w:val="00DF116D"/>
    <w:rsid w:val="00E36C4A"/>
    <w:rsid w:val="00EB104F"/>
    <w:rsid w:val="00ED14BD"/>
    <w:rsid w:val="00ED50B3"/>
    <w:rsid w:val="00F0533E"/>
    <w:rsid w:val="00F071DC"/>
    <w:rsid w:val="00F1048D"/>
    <w:rsid w:val="00F12DEC"/>
    <w:rsid w:val="00F1715C"/>
    <w:rsid w:val="00F310F8"/>
    <w:rsid w:val="00F34640"/>
    <w:rsid w:val="00F35939"/>
    <w:rsid w:val="00F45607"/>
    <w:rsid w:val="00F5558F"/>
    <w:rsid w:val="00F60A18"/>
    <w:rsid w:val="00F659EB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02E8F"/>
    <w:rsid w:val="0013107D"/>
    <w:rsid w:val="001B26D6"/>
    <w:rsid w:val="00237D85"/>
    <w:rsid w:val="00403F0C"/>
    <w:rsid w:val="00451C58"/>
    <w:rsid w:val="00455B7D"/>
    <w:rsid w:val="004F7E9F"/>
    <w:rsid w:val="0057685E"/>
    <w:rsid w:val="00645D4F"/>
    <w:rsid w:val="006C6789"/>
    <w:rsid w:val="00734D05"/>
    <w:rsid w:val="00766425"/>
    <w:rsid w:val="00915D7A"/>
    <w:rsid w:val="0094226D"/>
    <w:rsid w:val="00A44C17"/>
    <w:rsid w:val="00A70466"/>
    <w:rsid w:val="00D834C6"/>
    <w:rsid w:val="00D94988"/>
    <w:rsid w:val="00DB6BA2"/>
    <w:rsid w:val="00E97F9A"/>
    <w:rsid w:val="00EB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FB8757-300C-4FC8-9806-9B96F86C1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493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34</cp:revision>
  <cp:lastPrinted>2023-04-05T12:24:00Z</cp:lastPrinted>
  <dcterms:created xsi:type="dcterms:W3CDTF">2022-02-11T10:59:00Z</dcterms:created>
  <dcterms:modified xsi:type="dcterms:W3CDTF">2023-04-05T12:24:00Z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